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BB" w:rsidRPr="00454F0E" w:rsidRDefault="00B54225">
      <w:pPr>
        <w:rPr>
          <w:sz w:val="32"/>
          <w:szCs w:val="32"/>
        </w:rPr>
      </w:pPr>
      <w:proofErr w:type="gramStart"/>
      <w:r w:rsidRPr="00454F0E">
        <w:rPr>
          <w:sz w:val="32"/>
          <w:szCs w:val="32"/>
        </w:rPr>
        <w:t>Flashback/Flash-forward Instructional Plan</w:t>
      </w:r>
      <w:r w:rsidR="00454F0E" w:rsidRPr="00454F0E">
        <w:rPr>
          <w:sz w:val="32"/>
          <w:szCs w:val="32"/>
        </w:rPr>
        <w:t>-</w:t>
      </w:r>
      <w:proofErr w:type="spellStart"/>
      <w:r w:rsidR="00454F0E" w:rsidRPr="00454F0E">
        <w:rPr>
          <w:sz w:val="32"/>
          <w:szCs w:val="32"/>
        </w:rPr>
        <w:t>Schu</w:t>
      </w:r>
      <w:proofErr w:type="spellEnd"/>
      <w:r w:rsidR="00454F0E" w:rsidRPr="00454F0E">
        <w:rPr>
          <w:sz w:val="32"/>
          <w:szCs w:val="32"/>
        </w:rPr>
        <w:t>.</w:t>
      </w:r>
      <w:proofErr w:type="gramEnd"/>
    </w:p>
    <w:p w:rsidR="00B54225" w:rsidRPr="00454F0E" w:rsidRDefault="00B54225">
      <w:pPr>
        <w:rPr>
          <w:sz w:val="32"/>
          <w:szCs w:val="32"/>
          <w:u w:val="single"/>
        </w:rPr>
      </w:pPr>
      <w:r w:rsidRPr="00454F0E">
        <w:rPr>
          <w:sz w:val="32"/>
          <w:szCs w:val="32"/>
          <w:u w:val="single"/>
        </w:rPr>
        <w:t>Objectives:</w:t>
      </w:r>
    </w:p>
    <w:p w:rsidR="00B54225" w:rsidRPr="00454F0E" w:rsidRDefault="00B54225">
      <w:pPr>
        <w:rPr>
          <w:sz w:val="32"/>
          <w:szCs w:val="32"/>
        </w:rPr>
      </w:pPr>
      <w:r w:rsidRPr="00454F0E">
        <w:rPr>
          <w:sz w:val="32"/>
          <w:szCs w:val="32"/>
        </w:rPr>
        <w:t>Students will demonstrate the concept of flashback &amp; flash-forward in a narrative Type three-five composition.</w:t>
      </w:r>
    </w:p>
    <w:p w:rsidR="00B54225" w:rsidRPr="00454F0E" w:rsidRDefault="00B54225">
      <w:pPr>
        <w:rPr>
          <w:sz w:val="32"/>
          <w:szCs w:val="32"/>
        </w:rPr>
      </w:pPr>
      <w:r w:rsidRPr="00454F0E">
        <w:rPr>
          <w:sz w:val="32"/>
          <w:szCs w:val="32"/>
        </w:rPr>
        <w:t>Student will incorporate details, description, &amp; characterization.</w:t>
      </w:r>
    </w:p>
    <w:p w:rsidR="00B54225" w:rsidRPr="00454F0E" w:rsidRDefault="00B54225">
      <w:pPr>
        <w:rPr>
          <w:sz w:val="32"/>
          <w:szCs w:val="32"/>
        </w:rPr>
      </w:pPr>
    </w:p>
    <w:p w:rsidR="00B54225" w:rsidRPr="00454F0E" w:rsidRDefault="00B54225">
      <w:pPr>
        <w:rPr>
          <w:sz w:val="32"/>
          <w:szCs w:val="32"/>
          <w:u w:val="single"/>
        </w:rPr>
      </w:pPr>
      <w:r w:rsidRPr="00454F0E">
        <w:rPr>
          <w:sz w:val="32"/>
          <w:szCs w:val="32"/>
          <w:u w:val="single"/>
        </w:rPr>
        <w:t>Instruction &amp; Activities</w:t>
      </w:r>
    </w:p>
    <w:p w:rsidR="00B54225" w:rsidRPr="00454F0E" w:rsidRDefault="00B54225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>When beginning story discuss concept of flashback. Have students come up with examples of flashback &amp; list them on a Type One writing assignment.</w:t>
      </w:r>
    </w:p>
    <w:p w:rsidR="00B54225" w:rsidRPr="00454F0E" w:rsidRDefault="00B54225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 xml:space="preserve">Read “Moon </w:t>
      </w:r>
      <w:proofErr w:type="gramStart"/>
      <w:r w:rsidRPr="00454F0E">
        <w:rPr>
          <w:sz w:val="32"/>
          <w:szCs w:val="32"/>
        </w:rPr>
        <w:t>Over</w:t>
      </w:r>
      <w:proofErr w:type="gramEnd"/>
      <w:r w:rsidRPr="00454F0E">
        <w:rPr>
          <w:sz w:val="32"/>
          <w:szCs w:val="32"/>
        </w:rPr>
        <w:t xml:space="preserve"> Manifest”. Check for comprehension, discuss &amp; use Type Two writing assignments as assessments.</w:t>
      </w:r>
    </w:p>
    <w:p w:rsidR="00B54225" w:rsidRPr="00454F0E" w:rsidRDefault="00B54225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 xml:space="preserve">Finish book. Pass out information sheet &amp; checklist. Students </w:t>
      </w:r>
      <w:bookmarkStart w:id="0" w:name="_GoBack"/>
      <w:bookmarkEnd w:id="0"/>
      <w:r w:rsidRPr="00454F0E">
        <w:rPr>
          <w:sz w:val="32"/>
          <w:szCs w:val="32"/>
        </w:rPr>
        <w:t>begin their Type Three.</w:t>
      </w:r>
    </w:p>
    <w:p w:rsidR="00B54225" w:rsidRPr="00454F0E" w:rsidRDefault="00B54225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 xml:space="preserve">Once Type </w:t>
      </w:r>
      <w:proofErr w:type="spellStart"/>
      <w:r w:rsidRPr="00454F0E">
        <w:rPr>
          <w:sz w:val="32"/>
          <w:szCs w:val="32"/>
        </w:rPr>
        <w:t>Three’s</w:t>
      </w:r>
      <w:proofErr w:type="spellEnd"/>
      <w:r w:rsidRPr="00454F0E">
        <w:rPr>
          <w:sz w:val="32"/>
          <w:szCs w:val="32"/>
        </w:rPr>
        <w:t xml:space="preserve"> have been completed have students </w:t>
      </w:r>
      <w:proofErr w:type="gramStart"/>
      <w:r w:rsidRPr="00454F0E">
        <w:rPr>
          <w:sz w:val="32"/>
          <w:szCs w:val="32"/>
        </w:rPr>
        <w:t>peer</w:t>
      </w:r>
      <w:proofErr w:type="gramEnd"/>
      <w:r w:rsidRPr="00454F0E">
        <w:rPr>
          <w:sz w:val="32"/>
          <w:szCs w:val="32"/>
        </w:rPr>
        <w:t xml:space="preserve"> edit for Type Four.</w:t>
      </w:r>
    </w:p>
    <w:p w:rsidR="00B54225" w:rsidRPr="00454F0E" w:rsidRDefault="00B54225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>After peer editing has been completed, return papers to students &amp; have them consult their checklist</w:t>
      </w:r>
      <w:r w:rsidR="00454F0E" w:rsidRPr="00454F0E">
        <w:rPr>
          <w:sz w:val="32"/>
          <w:szCs w:val="32"/>
        </w:rPr>
        <w:t>s</w:t>
      </w:r>
      <w:r w:rsidRPr="00454F0E">
        <w:rPr>
          <w:sz w:val="32"/>
          <w:szCs w:val="32"/>
        </w:rPr>
        <w:t xml:space="preserve"> to make sure they have completed the papers correctly.</w:t>
      </w:r>
      <w:r w:rsidR="00454F0E" w:rsidRPr="00454F0E">
        <w:rPr>
          <w:sz w:val="32"/>
          <w:szCs w:val="32"/>
        </w:rPr>
        <w:t xml:space="preserve"> Teacher also reviews papers to check for adequate details.</w:t>
      </w:r>
    </w:p>
    <w:p w:rsidR="00454F0E" w:rsidRPr="00454F0E" w:rsidRDefault="00454F0E" w:rsidP="00B542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54F0E">
        <w:rPr>
          <w:sz w:val="32"/>
          <w:szCs w:val="32"/>
        </w:rPr>
        <w:t>Students complete their final draft (Type Five).</w:t>
      </w:r>
    </w:p>
    <w:p w:rsidR="00454F0E" w:rsidRDefault="00454F0E" w:rsidP="00454F0E">
      <w:pPr>
        <w:pStyle w:val="ListParagraph"/>
        <w:rPr>
          <w:sz w:val="32"/>
          <w:szCs w:val="32"/>
        </w:rPr>
      </w:pPr>
    </w:p>
    <w:p w:rsidR="00454F0E" w:rsidRDefault="00454F0E" w:rsidP="00454F0E">
      <w:pPr>
        <w:pStyle w:val="ListParagraph"/>
        <w:rPr>
          <w:sz w:val="32"/>
          <w:szCs w:val="32"/>
        </w:rPr>
      </w:pPr>
    </w:p>
    <w:p w:rsidR="00454F0E" w:rsidRPr="00454F0E" w:rsidRDefault="00454F0E" w:rsidP="00454F0E">
      <w:pPr>
        <w:pStyle w:val="ListParagraph"/>
        <w:rPr>
          <w:sz w:val="32"/>
          <w:szCs w:val="32"/>
          <w:u w:val="single"/>
        </w:rPr>
      </w:pPr>
      <w:r w:rsidRPr="00454F0E">
        <w:rPr>
          <w:sz w:val="32"/>
          <w:szCs w:val="32"/>
          <w:u w:val="single"/>
        </w:rPr>
        <w:t>Student Assessment/Reflection</w:t>
      </w:r>
    </w:p>
    <w:p w:rsidR="00454F0E" w:rsidRDefault="00454F0E" w:rsidP="00454F0E">
      <w:pPr>
        <w:pStyle w:val="ListParagraph"/>
        <w:rPr>
          <w:sz w:val="32"/>
          <w:szCs w:val="32"/>
        </w:rPr>
      </w:pPr>
    </w:p>
    <w:p w:rsidR="00454F0E" w:rsidRPr="00454F0E" w:rsidRDefault="00454F0E" w:rsidP="00454F0E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Checklist used for peer review as well as teacher review.</w:t>
      </w:r>
    </w:p>
    <w:sectPr w:rsidR="00454F0E" w:rsidRPr="00454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5543C"/>
    <w:multiLevelType w:val="hybridMultilevel"/>
    <w:tmpl w:val="A1640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25"/>
    <w:rsid w:val="001C1BBB"/>
    <w:rsid w:val="00454F0E"/>
    <w:rsid w:val="00B5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965BB3B6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schumacher</dc:creator>
  <cp:lastModifiedBy>greg schumacher</cp:lastModifiedBy>
  <cp:revision>2</cp:revision>
  <dcterms:created xsi:type="dcterms:W3CDTF">2011-10-21T15:26:00Z</dcterms:created>
  <dcterms:modified xsi:type="dcterms:W3CDTF">2011-10-21T15:26:00Z</dcterms:modified>
</cp:coreProperties>
</file>